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E9E2B" w14:textId="77777777" w:rsidR="00050A59" w:rsidRPr="00432AA9" w:rsidRDefault="00050A59" w:rsidP="0093565D">
      <w:bookmarkStart w:id="0" w:name="_GoBack"/>
      <w:bookmarkEnd w:id="0"/>
    </w:p>
    <w:p w14:paraId="7686C05E" w14:textId="77777777" w:rsidR="00050A59" w:rsidRPr="00432AA9" w:rsidRDefault="00050A59" w:rsidP="0093565D"/>
    <w:p w14:paraId="2A8ED3CE" w14:textId="77777777" w:rsidR="00050A59" w:rsidRPr="00432AA9" w:rsidRDefault="00050A59" w:rsidP="00437864"/>
    <w:p w14:paraId="446050D7" w14:textId="77777777" w:rsidR="00437864" w:rsidRDefault="00437864" w:rsidP="00437864">
      <w:pPr>
        <w:widowControl w:val="0"/>
        <w:autoSpaceDE w:val="0"/>
        <w:autoSpaceDN w:val="0"/>
        <w:adjustRightInd w:val="0"/>
        <w:spacing w:before="78" w:line="226" w:lineRule="exact"/>
        <w:ind w:left="458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LETTER</w:t>
      </w:r>
      <w:r>
        <w:rPr>
          <w:rFonts w:ascii="Arial" w:hAnsi="Arial" w:cs="Arial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TO</w:t>
      </w:r>
      <w:r>
        <w:rPr>
          <w:rFonts w:ascii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w w:val="103"/>
          <w:position w:val="-1"/>
          <w:sz w:val="20"/>
          <w:szCs w:val="20"/>
        </w:rPr>
        <w:t>APPLICANT</w:t>
      </w:r>
    </w:p>
    <w:p w14:paraId="3E0A1B20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24BF7E5B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615F39D4" w14:textId="77777777" w:rsidR="00437864" w:rsidRDefault="00437864" w:rsidP="00437864">
      <w:pPr>
        <w:widowControl w:val="0"/>
        <w:autoSpaceDE w:val="0"/>
        <w:autoSpaceDN w:val="0"/>
        <w:adjustRightInd w:val="0"/>
        <w:spacing w:before="19" w:line="240" w:lineRule="exact"/>
        <w:rPr>
          <w:rFonts w:ascii="Arial" w:hAnsi="Arial" w:cs="Arial"/>
          <w:sz w:val="24"/>
          <w:szCs w:val="24"/>
        </w:rPr>
      </w:pPr>
    </w:p>
    <w:p w14:paraId="1D3A72E1" w14:textId="77777777" w:rsidR="00437864" w:rsidRDefault="00437864" w:rsidP="00437864">
      <w:pPr>
        <w:widowControl w:val="0"/>
        <w:autoSpaceDE w:val="0"/>
        <w:autoSpaceDN w:val="0"/>
        <w:adjustRightInd w:val="0"/>
        <w:spacing w:before="34"/>
        <w:ind w:left="14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ppl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t,</w:t>
      </w:r>
    </w:p>
    <w:p w14:paraId="6655D4B0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14:paraId="05CD5190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partici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ates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 federal 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state in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entive 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s which 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elp ke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p our cost of doing 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usi</w:t>
      </w:r>
      <w:r>
        <w:rPr>
          <w:rFonts w:ascii="Arial" w:hAnsi="Arial" w:cs="Arial"/>
          <w:spacing w:val="-1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>ss at a mini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um.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d apprec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ate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if you would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take a f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w extra minut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to fill out this Tax Cr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dit 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tionna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re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d IRS Form </w:t>
      </w:r>
      <w:r>
        <w:rPr>
          <w:rFonts w:ascii="Arial" w:hAnsi="Arial" w:cs="Arial"/>
          <w:spacing w:val="-1"/>
          <w:sz w:val="20"/>
          <w:szCs w:val="20"/>
        </w:rPr>
        <w:t>8</w:t>
      </w:r>
      <w:r>
        <w:rPr>
          <w:rFonts w:ascii="Arial" w:hAnsi="Arial" w:cs="Arial"/>
          <w:spacing w:val="3"/>
          <w:sz w:val="20"/>
          <w:szCs w:val="20"/>
        </w:rPr>
        <w:t>8</w:t>
      </w:r>
      <w:r>
        <w:rPr>
          <w:rFonts w:ascii="Arial" w:hAnsi="Arial" w:cs="Arial"/>
          <w:spacing w:val="-1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Our co</w:t>
      </w:r>
      <w:r>
        <w:rPr>
          <w:rFonts w:ascii="Arial" w:hAnsi="Arial" w:cs="Arial"/>
          <w:spacing w:val="-1"/>
          <w:sz w:val="20"/>
          <w:szCs w:val="20"/>
        </w:rPr>
        <w:t>mp</w:t>
      </w:r>
      <w:r>
        <w:rPr>
          <w:rFonts w:ascii="Arial" w:hAnsi="Arial" w:cs="Arial"/>
          <w:sz w:val="20"/>
          <w:szCs w:val="20"/>
        </w:rPr>
        <w:t>any is always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at w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ys to reinv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st in you.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want to str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ss that your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swers on this 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ionna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re will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 no way aff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ct your eligibility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 employ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ent or any benefits you or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your f</w:t>
      </w:r>
      <w:r>
        <w:rPr>
          <w:rFonts w:ascii="Arial" w:hAnsi="Arial" w:cs="Arial"/>
          <w:spacing w:val="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mily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may be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receiving.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Your respo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 wi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l be kept con</w:t>
      </w:r>
      <w:r>
        <w:rPr>
          <w:rFonts w:ascii="Arial" w:hAnsi="Arial" w:cs="Arial"/>
          <w:spacing w:val="-2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idential.</w:t>
      </w:r>
    </w:p>
    <w:p w14:paraId="30BEAAD3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14:paraId="1DAC2C42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4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any questi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ns,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will revi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w the 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sti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nnaire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you and 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ke you thro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gh t</w:t>
      </w:r>
      <w:r>
        <w:rPr>
          <w:rFonts w:ascii="Arial" w:hAnsi="Arial" w:cs="Arial"/>
          <w:spacing w:val="-1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e necess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ry steps.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nk </w:t>
      </w:r>
      <w:r>
        <w:rPr>
          <w:rFonts w:ascii="Arial" w:hAnsi="Arial" w:cs="Arial"/>
          <w:spacing w:val="-2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ou for your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operation a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 lo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k forward to w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rki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g with you.</w:t>
      </w:r>
    </w:p>
    <w:p w14:paraId="712A9E04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140" w:lineRule="exact"/>
        <w:rPr>
          <w:rFonts w:ascii="Arial" w:hAnsi="Arial" w:cs="Arial"/>
          <w:sz w:val="14"/>
          <w:szCs w:val="14"/>
        </w:rPr>
      </w:pPr>
    </w:p>
    <w:p w14:paraId="0AFCE895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2373499D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18DBC954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42C76552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7686D167" w14:textId="77777777" w:rsidR="00437864" w:rsidRDefault="00437864" w:rsidP="0043786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14:paraId="2D1C5BB9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-2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Futuro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timado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Empl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33F79310" w14:textId="77777777" w:rsidR="00437864" w:rsidRDefault="00437864" w:rsidP="00437864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hAnsi="Arial" w:cs="Arial"/>
        </w:rPr>
      </w:pPr>
    </w:p>
    <w:p w14:paraId="3BD191E6" w14:textId="77777777" w:rsidR="00437864" w:rsidRDefault="00437864" w:rsidP="00437864">
      <w:pPr>
        <w:widowControl w:val="0"/>
        <w:autoSpaceDE w:val="0"/>
        <w:autoSpaceDN w:val="0"/>
        <w:adjustRightInd w:val="0"/>
        <w:ind w:left="1420" w:right="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tra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pania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gra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as</w:t>
      </w:r>
      <w:proofErr w:type="spellEnd"/>
      <w:r>
        <w:rPr>
          <w:rFonts w:ascii="Arial" w:hAnsi="Arial" w:cs="Arial"/>
          <w:sz w:val="20"/>
          <w:szCs w:val="20"/>
        </w:rPr>
        <w:t xml:space="preserve"> de i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ntives fed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ral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 del </w:t>
      </w:r>
      <w:proofErr w:type="spellStart"/>
      <w:r>
        <w:rPr>
          <w:rFonts w:ascii="Arial" w:hAnsi="Arial" w:cs="Arial"/>
          <w:sz w:val="20"/>
          <w:szCs w:val="20"/>
        </w:rPr>
        <w:t>estado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Estos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ay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anten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los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ast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eg</w:t>
      </w:r>
      <w:r>
        <w:rPr>
          <w:rFonts w:ascii="Arial" w:hAnsi="Arial" w:cs="Arial"/>
          <w:sz w:val="20"/>
          <w:szCs w:val="20"/>
        </w:rPr>
        <w:t>oci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al </w:t>
      </w:r>
      <w:proofErr w:type="spellStart"/>
      <w:r>
        <w:rPr>
          <w:rFonts w:ascii="Arial" w:hAnsi="Arial" w:cs="Arial"/>
          <w:sz w:val="20"/>
          <w:szCs w:val="20"/>
        </w:rPr>
        <w:t>min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mo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Por favor tome </w:t>
      </w:r>
      <w:proofErr w:type="spellStart"/>
      <w:r>
        <w:rPr>
          <w:rFonts w:ascii="Arial" w:hAnsi="Arial" w:cs="Arial"/>
          <w:sz w:val="20"/>
          <w:szCs w:val="20"/>
        </w:rPr>
        <w:t>un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oc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os</w:t>
      </w:r>
      <w:proofErr w:type="spellEnd"/>
      <w:r>
        <w:rPr>
          <w:rFonts w:ascii="Arial" w:hAnsi="Arial" w:cs="Arial"/>
          <w:sz w:val="20"/>
          <w:szCs w:val="20"/>
        </w:rPr>
        <w:t xml:space="preserve"> para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ple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este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ionn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rio</w:t>
      </w:r>
      <w:proofErr w:type="spellEnd"/>
      <w:r>
        <w:rPr>
          <w:rFonts w:ascii="Arial" w:hAnsi="Arial" w:cs="Arial"/>
          <w:sz w:val="20"/>
          <w:szCs w:val="20"/>
        </w:rPr>
        <w:t xml:space="preserve"> Para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Credit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Taxes y la forma IRS 8850.</w:t>
      </w:r>
      <w:r>
        <w:rPr>
          <w:rFonts w:ascii="Arial" w:hAnsi="Arial" w:cs="Arial"/>
          <w:spacing w:val="5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Nues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 </w:t>
      </w:r>
      <w:proofErr w:type="spellStart"/>
      <w:r>
        <w:rPr>
          <w:rFonts w:ascii="Arial" w:hAnsi="Arial" w:cs="Arial"/>
          <w:sz w:val="20"/>
          <w:szCs w:val="20"/>
        </w:rPr>
        <w:t>com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ania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mpre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scan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ara </w:t>
      </w:r>
      <w:proofErr w:type="spellStart"/>
      <w:r>
        <w:rPr>
          <w:rFonts w:ascii="Arial" w:hAnsi="Arial" w:cs="Arial"/>
          <w:sz w:val="20"/>
          <w:szCs w:val="20"/>
        </w:rPr>
        <w:t>invertir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ahorr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el </w:t>
      </w:r>
      <w:proofErr w:type="spellStart"/>
      <w:r>
        <w:rPr>
          <w:rFonts w:ascii="Arial" w:hAnsi="Arial" w:cs="Arial"/>
          <w:sz w:val="20"/>
          <w:szCs w:val="20"/>
        </w:rPr>
        <w:t>futuro</w:t>
      </w:r>
      <w:proofErr w:type="spellEnd"/>
      <w:r>
        <w:rPr>
          <w:rFonts w:ascii="Arial" w:hAnsi="Arial" w:cs="Arial"/>
          <w:sz w:val="20"/>
          <w:szCs w:val="20"/>
        </w:rPr>
        <w:t xml:space="preserve"> de los </w:t>
      </w:r>
      <w:proofErr w:type="spellStart"/>
      <w:r>
        <w:rPr>
          <w:rFonts w:ascii="Arial" w:hAnsi="Arial" w:cs="Arial"/>
          <w:sz w:val="20"/>
          <w:szCs w:val="20"/>
        </w:rPr>
        <w:t>emp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ea</w:t>
      </w:r>
      <w:r>
        <w:rPr>
          <w:rFonts w:ascii="Arial" w:hAnsi="Arial" w:cs="Arial"/>
          <w:spacing w:val="-1"/>
          <w:sz w:val="20"/>
          <w:szCs w:val="20"/>
        </w:rPr>
        <w:t>do</w:t>
      </w:r>
      <w:r>
        <w:rPr>
          <w:rFonts w:ascii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Querem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as</w:t>
      </w:r>
      <w:r>
        <w:rPr>
          <w:rFonts w:ascii="Arial" w:hAnsi="Arial" w:cs="Arial"/>
          <w:sz w:val="20"/>
          <w:szCs w:val="20"/>
        </w:rPr>
        <w:t>egurar</w:t>
      </w:r>
      <w:r>
        <w:rPr>
          <w:rFonts w:ascii="Arial" w:hAnsi="Arial" w:cs="Arial"/>
          <w:spacing w:val="-1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</w:t>
      </w:r>
      <w:proofErr w:type="spellEnd"/>
      <w:r>
        <w:rPr>
          <w:rFonts w:ascii="Arial" w:hAnsi="Arial" w:cs="Arial"/>
          <w:sz w:val="20"/>
          <w:szCs w:val="20"/>
        </w:rPr>
        <w:t xml:space="preserve"> que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s </w:t>
      </w:r>
      <w:proofErr w:type="spellStart"/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a las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pacing w:val="-1"/>
          <w:sz w:val="20"/>
          <w:szCs w:val="20"/>
        </w:rPr>
        <w:t>gu</w:t>
      </w:r>
      <w:r>
        <w:rPr>
          <w:rFonts w:ascii="Arial" w:hAnsi="Arial" w:cs="Arial"/>
          <w:sz w:val="20"/>
          <w:szCs w:val="20"/>
        </w:rPr>
        <w:t>ntas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te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tion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estr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tam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nta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confid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al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sz w:val="20"/>
          <w:szCs w:val="20"/>
        </w:rPr>
        <w:t>afecta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proofErr w:type="spellStart"/>
      <w:r>
        <w:rPr>
          <w:rFonts w:ascii="Arial" w:hAnsi="Arial" w:cs="Arial"/>
          <w:sz w:val="20"/>
          <w:szCs w:val="20"/>
        </w:rPr>
        <w:t>usted</w:t>
      </w:r>
      <w:proofErr w:type="spellEnd"/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empleo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ngu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1D6EA29" w14:textId="77777777" w:rsidR="00437864" w:rsidRDefault="00437864" w:rsidP="00437864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hAnsi="Arial" w:cs="Arial"/>
        </w:rPr>
      </w:pPr>
    </w:p>
    <w:p w14:paraId="5CE21D48" w14:textId="77777777" w:rsidR="00432AA9" w:rsidRDefault="00437864" w:rsidP="004E4CA2">
      <w:pPr>
        <w:widowControl w:val="0"/>
        <w:autoSpaceDE w:val="0"/>
        <w:autoSpaceDN w:val="0"/>
        <w:adjustRightInd w:val="0"/>
        <w:ind w:left="1420" w:right="205"/>
        <w:rPr>
          <w:bCs/>
        </w:rPr>
      </w:pPr>
      <w:r>
        <w:rPr>
          <w:rFonts w:ascii="Arial" w:hAnsi="Arial" w:cs="Arial"/>
          <w:sz w:val="20"/>
          <w:szCs w:val="20"/>
        </w:rPr>
        <w:t xml:space="preserve">Por favor </w:t>
      </w:r>
      <w:proofErr w:type="spellStart"/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nos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</w:t>
      </w:r>
      <w:r>
        <w:rPr>
          <w:rFonts w:ascii="Arial" w:hAnsi="Arial" w:cs="Arial"/>
          <w:spacing w:val="-1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er </w:t>
      </w:r>
      <w:proofErr w:type="spellStart"/>
      <w:r>
        <w:rPr>
          <w:rFonts w:ascii="Arial" w:hAnsi="Arial" w:cs="Arial"/>
          <w:sz w:val="20"/>
          <w:szCs w:val="20"/>
        </w:rPr>
        <w:t>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tienes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preg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ntas</w:t>
      </w:r>
      <w:proofErr w:type="spellEnd"/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as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1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Muchisi</w:t>
      </w:r>
      <w:r>
        <w:rPr>
          <w:rFonts w:ascii="Arial" w:hAnsi="Arial" w:cs="Arial"/>
          <w:spacing w:val="-1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as</w:t>
      </w:r>
      <w:proofErr w:type="spellEnd"/>
      <w:r>
        <w:rPr>
          <w:rFonts w:ascii="Arial" w:hAnsi="Arial" w:cs="Arial"/>
          <w:sz w:val="20"/>
          <w:szCs w:val="20"/>
        </w:rPr>
        <w:t xml:space="preserve"> grac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as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perac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ón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5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Esperam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sz w:val="20"/>
          <w:szCs w:val="20"/>
        </w:rPr>
        <w:t>oport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nid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d</w:t>
      </w:r>
      <w:proofErr w:type="spellEnd"/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trabaj</w:t>
      </w: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</w:t>
      </w:r>
      <w:proofErr w:type="spellEnd"/>
      <w:r>
        <w:rPr>
          <w:rFonts w:ascii="Arial" w:hAnsi="Arial" w:cs="Arial"/>
          <w:sz w:val="20"/>
          <w:szCs w:val="20"/>
        </w:rPr>
        <w:t xml:space="preserve"> con </w:t>
      </w:r>
      <w:proofErr w:type="spellStart"/>
      <w:r>
        <w:rPr>
          <w:rFonts w:ascii="Arial" w:hAnsi="Arial" w:cs="Arial"/>
          <w:sz w:val="20"/>
          <w:szCs w:val="20"/>
        </w:rPr>
        <w:t>ust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98A2CB1" w14:textId="77777777" w:rsidR="00432AA9" w:rsidRPr="00432AA9" w:rsidRDefault="00432AA9" w:rsidP="0093565D">
      <w:pPr>
        <w:rPr>
          <w:bCs/>
        </w:rPr>
      </w:pPr>
    </w:p>
    <w:p w14:paraId="74E184D3" w14:textId="77777777" w:rsidR="00E85611" w:rsidRPr="00432AA9" w:rsidRDefault="00E85611" w:rsidP="0093565D"/>
    <w:sectPr w:rsidR="00E85611" w:rsidRPr="00432AA9" w:rsidSect="00437864">
      <w:footerReference w:type="default" r:id="rId6"/>
      <w:headerReference w:type="first" r:id="rId7"/>
      <w:pgSz w:w="12240" w:h="15840"/>
      <w:pgMar w:top="1440" w:right="1080" w:bottom="144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A54F6" w14:textId="77777777" w:rsidR="004A3CFA" w:rsidRDefault="004A3CFA" w:rsidP="00891206">
      <w:r>
        <w:separator/>
      </w:r>
    </w:p>
  </w:endnote>
  <w:endnote w:type="continuationSeparator" w:id="0">
    <w:p w14:paraId="09309B93" w14:textId="77777777" w:rsidR="004A3CFA" w:rsidRDefault="004A3CFA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01552" w14:textId="77777777" w:rsidR="000C115C" w:rsidRDefault="000C115C">
    <w:pPr>
      <w:pStyle w:val="Footer"/>
    </w:pPr>
  </w:p>
  <w:p w14:paraId="672EF1BC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E9344" w14:textId="77777777" w:rsidR="004A3CFA" w:rsidRDefault="004A3CFA" w:rsidP="00891206">
      <w:r>
        <w:separator/>
      </w:r>
    </w:p>
  </w:footnote>
  <w:footnote w:type="continuationSeparator" w:id="0">
    <w:p w14:paraId="688A9244" w14:textId="77777777" w:rsidR="004A3CFA" w:rsidRDefault="004A3CFA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EAE56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3022DEB4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69FE2BDB" wp14:editId="56E56179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C115C"/>
    <w:rsid w:val="000E1299"/>
    <w:rsid w:val="00173318"/>
    <w:rsid w:val="001B54DB"/>
    <w:rsid w:val="001E021C"/>
    <w:rsid w:val="00222765"/>
    <w:rsid w:val="0023383F"/>
    <w:rsid w:val="00234E58"/>
    <w:rsid w:val="0025104B"/>
    <w:rsid w:val="00294E9A"/>
    <w:rsid w:val="002A0B67"/>
    <w:rsid w:val="002B17D5"/>
    <w:rsid w:val="002E4707"/>
    <w:rsid w:val="003241F7"/>
    <w:rsid w:val="00327E20"/>
    <w:rsid w:val="00361C67"/>
    <w:rsid w:val="00364A9D"/>
    <w:rsid w:val="003A5DFF"/>
    <w:rsid w:val="004170A4"/>
    <w:rsid w:val="00432AA9"/>
    <w:rsid w:val="00437864"/>
    <w:rsid w:val="004A3CFA"/>
    <w:rsid w:val="004B4615"/>
    <w:rsid w:val="004E4CA2"/>
    <w:rsid w:val="004E4DDB"/>
    <w:rsid w:val="004F70DD"/>
    <w:rsid w:val="005363B3"/>
    <w:rsid w:val="00583420"/>
    <w:rsid w:val="005A30D2"/>
    <w:rsid w:val="006C4B74"/>
    <w:rsid w:val="00710640"/>
    <w:rsid w:val="007854AE"/>
    <w:rsid w:val="007A761E"/>
    <w:rsid w:val="007B1A2D"/>
    <w:rsid w:val="00802A87"/>
    <w:rsid w:val="00837CD7"/>
    <w:rsid w:val="00855052"/>
    <w:rsid w:val="00891206"/>
    <w:rsid w:val="00893FD0"/>
    <w:rsid w:val="008A0849"/>
    <w:rsid w:val="008A6C73"/>
    <w:rsid w:val="008F1C5D"/>
    <w:rsid w:val="0090123E"/>
    <w:rsid w:val="00906FFD"/>
    <w:rsid w:val="0093565D"/>
    <w:rsid w:val="00955049"/>
    <w:rsid w:val="009B1B0D"/>
    <w:rsid w:val="009D48FF"/>
    <w:rsid w:val="00A1188A"/>
    <w:rsid w:val="00A27DE0"/>
    <w:rsid w:val="00A33FFE"/>
    <w:rsid w:val="00A44B6C"/>
    <w:rsid w:val="00A74BDA"/>
    <w:rsid w:val="00A7621F"/>
    <w:rsid w:val="00AC071C"/>
    <w:rsid w:val="00AC784C"/>
    <w:rsid w:val="00B440CD"/>
    <w:rsid w:val="00B65259"/>
    <w:rsid w:val="00B81799"/>
    <w:rsid w:val="00B84A6A"/>
    <w:rsid w:val="00BA5DFC"/>
    <w:rsid w:val="00BB7521"/>
    <w:rsid w:val="00BC00F4"/>
    <w:rsid w:val="00BC7909"/>
    <w:rsid w:val="00C04E45"/>
    <w:rsid w:val="00C32FD0"/>
    <w:rsid w:val="00C676C8"/>
    <w:rsid w:val="00CA3964"/>
    <w:rsid w:val="00CD1284"/>
    <w:rsid w:val="00CF7FF5"/>
    <w:rsid w:val="00D17FE9"/>
    <w:rsid w:val="00D42D8B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35A01"/>
    <w:rsid w:val="00F8404B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AAB4A"/>
  <w15:docId w15:val="{99E5EA2A-8211-4BAD-90A3-484F4ECD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1445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</cp:lastModifiedBy>
  <cp:revision>2</cp:revision>
  <cp:lastPrinted>2016-08-01T15:52:00Z</cp:lastPrinted>
  <dcterms:created xsi:type="dcterms:W3CDTF">2020-03-26T16:40:00Z</dcterms:created>
  <dcterms:modified xsi:type="dcterms:W3CDTF">2020-03-26T16:40:00Z</dcterms:modified>
</cp:coreProperties>
</file>